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Załącznik nr </w:t>
      </w:r>
      <w:r w:rsidR="009D5E51">
        <w:rPr>
          <w:rFonts w:ascii="Calibri" w:eastAsia="Calibri" w:hAnsi="Calibri" w:cs="Times New Roman"/>
        </w:rPr>
        <w:t>4</w:t>
      </w:r>
      <w:r w:rsidRPr="009E54A3">
        <w:rPr>
          <w:rFonts w:ascii="Calibri" w:eastAsia="Calibri" w:hAnsi="Calibri" w:cs="Times New Roman"/>
        </w:rPr>
        <w:t xml:space="preserve"> </w:t>
      </w:r>
      <w:r w:rsidR="009D5E51" w:rsidRPr="009D5E51">
        <w:rPr>
          <w:rFonts w:ascii="Calibri" w:eastAsia="Calibri" w:hAnsi="Calibri" w:cs="Times New Roman"/>
        </w:rPr>
        <w:t>Oświadczenie o posiadanej wiedzy i doświadczeniu</w:t>
      </w:r>
    </w:p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……………………………………. </w:t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 w:rsidRPr="009E54A3">
        <w:rPr>
          <w:rFonts w:ascii="Calibri" w:eastAsia="Calibri" w:hAnsi="Calibri" w:cs="Times New Roman"/>
        </w:rPr>
        <w:t>………………………, dn. ………</w:t>
      </w:r>
      <w:proofErr w:type="gramStart"/>
      <w:r w:rsidRPr="009E54A3">
        <w:rPr>
          <w:rFonts w:ascii="Calibri" w:eastAsia="Calibri" w:hAnsi="Calibri" w:cs="Times New Roman"/>
        </w:rPr>
        <w:t>…….</w:t>
      </w:r>
      <w:proofErr w:type="gramEnd"/>
      <w:r w:rsidRPr="009E54A3">
        <w:rPr>
          <w:rFonts w:ascii="Calibri" w:eastAsia="Calibri" w:hAnsi="Calibri" w:cs="Times New Roman"/>
        </w:rPr>
        <w:t>.</w:t>
      </w:r>
    </w:p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…………………………………….</w:t>
      </w:r>
    </w:p>
    <w:p w:rsidR="009E54A3" w:rsidRPr="009E54A3" w:rsidRDefault="009E54A3" w:rsidP="009E54A3">
      <w:pPr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 xml:space="preserve">…………………………………… </w:t>
      </w:r>
    </w:p>
    <w:p w:rsidR="005C1544" w:rsidRDefault="005C1544" w:rsidP="009E54A3">
      <w:pPr>
        <w:tabs>
          <w:tab w:val="left" w:pos="1020"/>
          <w:tab w:val="center" w:pos="4536"/>
        </w:tabs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9D5E51" w:rsidRDefault="009D5E51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</w:p>
    <w:p w:rsidR="009E54A3" w:rsidRPr="009E54A3" w:rsidRDefault="009D5E51" w:rsidP="009E54A3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Dotyczy </w:t>
      </w:r>
      <w:r w:rsidR="009E54A3" w:rsidRPr="009E54A3">
        <w:rPr>
          <w:rFonts w:ascii="Calibri" w:eastAsia="Calibri" w:hAnsi="Calibri" w:cs="Times New Roman"/>
        </w:rPr>
        <w:t>Ofert</w:t>
      </w:r>
      <w:r>
        <w:rPr>
          <w:rFonts w:ascii="Calibri" w:eastAsia="Calibri" w:hAnsi="Calibri" w:cs="Times New Roman"/>
        </w:rPr>
        <w:t>y</w:t>
      </w:r>
      <w:r w:rsidR="009E54A3" w:rsidRPr="009E54A3">
        <w:rPr>
          <w:rFonts w:ascii="Calibri" w:eastAsia="Calibri" w:hAnsi="Calibri" w:cs="Times New Roman"/>
        </w:rPr>
        <w:t xml:space="preserve"> na</w:t>
      </w:r>
      <w:r w:rsidR="001219BD">
        <w:rPr>
          <w:rFonts w:ascii="Calibri" w:eastAsia="Calibri" w:hAnsi="Calibri" w:cs="Times New Roman"/>
        </w:rPr>
        <w:t xml:space="preserve"> </w:t>
      </w:r>
      <w:r w:rsidR="00974BE4">
        <w:rPr>
          <w:rFonts w:ascii="Calibri" w:eastAsia="Calibri" w:hAnsi="Calibri" w:cs="Times New Roman"/>
        </w:rPr>
        <w:t xml:space="preserve">wykonanie i </w:t>
      </w:r>
      <w:r w:rsidR="001219BD" w:rsidRPr="009E54A3">
        <w:rPr>
          <w:rFonts w:ascii="Calibri" w:eastAsia="Calibri" w:hAnsi="Calibri" w:cs="Times New Roman"/>
        </w:rPr>
        <w:t>dostawę</w:t>
      </w:r>
      <w:r w:rsidR="0000111A">
        <w:rPr>
          <w:rFonts w:ascii="Calibri" w:eastAsia="Calibri" w:hAnsi="Calibri" w:cs="Times New Roman"/>
        </w:rPr>
        <w:t xml:space="preserve"> </w:t>
      </w:r>
      <w:r w:rsidR="001219BD">
        <w:t xml:space="preserve">modułu </w:t>
      </w:r>
      <w:proofErr w:type="spellStart"/>
      <w:r w:rsidR="001219BD">
        <w:t>geolokalizacji</w:t>
      </w:r>
      <w:proofErr w:type="spellEnd"/>
      <w:r w:rsidR="001219BD">
        <w:t xml:space="preserve"> blachodachówki fotowoltaicznej </w:t>
      </w:r>
      <w:r w:rsidR="00974BE4">
        <w:br/>
      </w:r>
      <w:r w:rsidR="001219BD">
        <w:t>w czasie rzeczywistym,</w:t>
      </w:r>
      <w:r w:rsidR="001219BD" w:rsidRPr="007E2CDD">
        <w:t xml:space="preserve"> w ramach projektu pt.: „</w:t>
      </w:r>
      <w:r w:rsidR="001219BD" w:rsidRPr="000551CF">
        <w:rPr>
          <w:rFonts w:cstheme="minorHAnsi"/>
        </w:rPr>
        <w:t xml:space="preserve">Systemy decyzyjne do procesów projektowania systemów dachowych i fasadowych zintegrowanych z </w:t>
      </w:r>
      <w:proofErr w:type="spellStart"/>
      <w:r w:rsidR="001219BD" w:rsidRPr="000551CF">
        <w:rPr>
          <w:rFonts w:cstheme="minorHAnsi"/>
        </w:rPr>
        <w:t>mikropanelami</w:t>
      </w:r>
      <w:proofErr w:type="spellEnd"/>
      <w:r w:rsidR="001219BD" w:rsidRPr="000551CF">
        <w:rPr>
          <w:rFonts w:cstheme="minorHAnsi"/>
        </w:rPr>
        <w:t xml:space="preserve"> fotowoltaicznymi o różnych</w:t>
      </w:r>
      <w:r w:rsidR="001219BD">
        <w:rPr>
          <w:rFonts w:cstheme="minorHAnsi"/>
        </w:rPr>
        <w:t xml:space="preserve"> </w:t>
      </w:r>
      <w:r w:rsidR="001219BD" w:rsidRPr="000551CF">
        <w:rPr>
          <w:rFonts w:cstheme="minorHAnsi"/>
        </w:rPr>
        <w:t>wymiarach</w:t>
      </w:r>
      <w:r w:rsidR="001219BD">
        <w:rPr>
          <w:rFonts w:cstheme="minorHAnsi"/>
        </w:rPr>
        <w:t>”,</w:t>
      </w:r>
      <w:r w:rsidR="001219BD" w:rsidRPr="007E2CDD">
        <w:t xml:space="preserve"> w odpowiedzi na zapytanie nr E</w:t>
      </w:r>
      <w:r w:rsidR="001219BD">
        <w:t>T</w:t>
      </w:r>
      <w:r w:rsidR="001219BD" w:rsidRPr="007E2CDD">
        <w:t>/</w:t>
      </w:r>
      <w:r w:rsidR="001219BD">
        <w:t>2025</w:t>
      </w:r>
      <w:r w:rsidR="001219BD" w:rsidRPr="007E2CDD">
        <w:t>/</w:t>
      </w:r>
      <w:r w:rsidR="0000111A">
        <w:t>4</w:t>
      </w:r>
      <w:r w:rsidR="001219BD" w:rsidRPr="007E2CDD">
        <w:t xml:space="preserve">, z dnia </w:t>
      </w:r>
      <w:r w:rsidR="0047709E">
        <w:t>04</w:t>
      </w:r>
      <w:r w:rsidR="001219BD" w:rsidRPr="007E2CDD">
        <w:t>.</w:t>
      </w:r>
      <w:r w:rsidR="0047709E">
        <w:t>0</w:t>
      </w:r>
      <w:r w:rsidR="0000111A">
        <w:t>2</w:t>
      </w:r>
      <w:r w:rsidR="001219BD" w:rsidRPr="007E2CDD">
        <w:t>.20</w:t>
      </w:r>
      <w:r w:rsidR="001219BD">
        <w:t>2</w:t>
      </w:r>
      <w:r w:rsidR="0047709E">
        <w:t>6</w:t>
      </w:r>
      <w:r w:rsidR="001219BD" w:rsidRPr="007E2CDD">
        <w:t xml:space="preserve"> roku.</w:t>
      </w:r>
    </w:p>
    <w:p w:rsid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</w:rPr>
      </w:pPr>
    </w:p>
    <w:p w:rsid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</w:rPr>
      </w:pPr>
    </w:p>
    <w:p w:rsid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  <w:b/>
          <w:bCs/>
        </w:rPr>
      </w:pPr>
      <w:r w:rsidRPr="009D5E51">
        <w:rPr>
          <w:rFonts w:ascii="Calibri" w:eastAsia="Calibri" w:hAnsi="Calibri" w:cs="Times New Roman"/>
          <w:b/>
          <w:bCs/>
        </w:rPr>
        <w:t>Oświadczenie o posiadanej wiedzy i doświadczeniu</w:t>
      </w:r>
    </w:p>
    <w:p w:rsidR="009D5E51" w:rsidRPr="009D5E51" w:rsidRDefault="009D5E51" w:rsidP="009D5E51">
      <w:pPr>
        <w:ind w:left="1416" w:firstLine="708"/>
        <w:contextualSpacing/>
        <w:jc w:val="both"/>
        <w:rPr>
          <w:rFonts w:ascii="Calibri" w:eastAsia="Calibri" w:hAnsi="Calibri" w:cs="Times New Roman"/>
          <w:b/>
          <w:bCs/>
        </w:rPr>
      </w:pPr>
    </w:p>
    <w:p w:rsidR="009D5E51" w:rsidRPr="009D5E51" w:rsidRDefault="009D5E51" w:rsidP="009D5E51">
      <w:pPr>
        <w:ind w:left="2832" w:firstLine="708"/>
        <w:contextualSpacing/>
        <w:jc w:val="both"/>
        <w:rPr>
          <w:rFonts w:ascii="Calibri" w:eastAsia="Calibri" w:hAnsi="Calibri" w:cs="Times New Roman"/>
        </w:rPr>
      </w:pPr>
    </w:p>
    <w:p w:rsidR="009E54A3" w:rsidRDefault="009D5E51" w:rsidP="00312A3C">
      <w:pPr>
        <w:contextualSpacing/>
        <w:jc w:val="both"/>
        <w:rPr>
          <w:rFonts w:ascii="Calibri" w:eastAsia="Calibri" w:hAnsi="Calibri" w:cs="Times New Roman"/>
        </w:rPr>
      </w:pPr>
      <w:r w:rsidRPr="009D5E51">
        <w:rPr>
          <w:rFonts w:ascii="Calibri" w:eastAsia="Calibri" w:hAnsi="Calibri" w:cs="Times New Roman"/>
        </w:rPr>
        <w:t>Niniejszym oświadczam/y, iż posiadam/y wiedzę i doświadczenie do realizacji w/w zamówienia. Przez wiedzę i doświadczenie do realizacji w/w zamówienia rozumiemy</w:t>
      </w:r>
      <w:r w:rsidR="00312A3C">
        <w:rPr>
          <w:rFonts w:ascii="Calibri" w:eastAsia="Calibri" w:hAnsi="Calibri" w:cs="Times New Roman"/>
        </w:rPr>
        <w:t xml:space="preserve"> </w:t>
      </w:r>
      <w:r w:rsidRPr="00706A1F">
        <w:rPr>
          <w:rFonts w:ascii="Calibri" w:eastAsia="Calibri" w:hAnsi="Calibri" w:cs="Times New Roman"/>
        </w:rPr>
        <w:t xml:space="preserve">doświadczenie </w:t>
      </w:r>
      <w:r w:rsidR="00312A3C" w:rsidRPr="00706A1F">
        <w:rPr>
          <w:rFonts w:ascii="Calibri" w:eastAsia="Calibri" w:hAnsi="Calibri" w:cs="Times New Roman"/>
        </w:rPr>
        <w:t>w projektowaniu aplikacji</w:t>
      </w:r>
      <w:r w:rsidR="00312A3C">
        <w:rPr>
          <w:rFonts w:ascii="Calibri" w:eastAsia="Calibri" w:hAnsi="Calibri" w:cs="Times New Roman"/>
        </w:rPr>
        <w:t>,</w:t>
      </w:r>
      <w:r w:rsidR="00312A3C" w:rsidRPr="00706A1F">
        <w:rPr>
          <w:rFonts w:ascii="Calibri" w:eastAsia="Calibri" w:hAnsi="Calibri" w:cs="Times New Roman"/>
        </w:rPr>
        <w:t xml:space="preserve"> </w:t>
      </w:r>
      <w:r w:rsidR="00312A3C">
        <w:rPr>
          <w:rFonts w:ascii="Calibri" w:eastAsia="Calibri" w:hAnsi="Calibri" w:cs="Times New Roman"/>
        </w:rPr>
        <w:t>serwisów webowych</w:t>
      </w:r>
    </w:p>
    <w:p w:rsidR="009E54A3" w:rsidRDefault="009E54A3" w:rsidP="009E54A3">
      <w:pPr>
        <w:ind w:left="2832" w:firstLine="708"/>
        <w:contextualSpacing/>
        <w:jc w:val="both"/>
        <w:rPr>
          <w:rFonts w:ascii="Calibri" w:eastAsia="Calibri" w:hAnsi="Calibri" w:cs="Times New Roman"/>
        </w:rPr>
      </w:pPr>
    </w:p>
    <w:p w:rsidR="009D5E51" w:rsidRPr="009E54A3" w:rsidRDefault="009D5E51" w:rsidP="009E54A3">
      <w:pPr>
        <w:ind w:left="2832" w:firstLine="708"/>
        <w:contextualSpacing/>
        <w:jc w:val="both"/>
        <w:rPr>
          <w:rFonts w:ascii="Calibri" w:eastAsia="Calibri" w:hAnsi="Calibri" w:cs="Times New Roman"/>
        </w:rPr>
      </w:pPr>
    </w:p>
    <w:p w:rsidR="009E54A3" w:rsidRPr="009E54A3" w:rsidRDefault="009E54A3" w:rsidP="009E54A3">
      <w:pPr>
        <w:ind w:left="3540" w:firstLine="708"/>
        <w:contextualSpacing/>
        <w:jc w:val="both"/>
        <w:rPr>
          <w:rFonts w:ascii="Calibri" w:eastAsia="Calibri" w:hAnsi="Calibri" w:cs="Times New Roman"/>
        </w:rPr>
      </w:pPr>
      <w:r w:rsidRPr="009E54A3">
        <w:rPr>
          <w:rFonts w:ascii="Calibri" w:eastAsia="Calibri" w:hAnsi="Calibri" w:cs="Times New Roman"/>
        </w:rPr>
        <w:t>………………………………..</w:t>
      </w:r>
    </w:p>
    <w:p w:rsidR="009E54A3" w:rsidRPr="009E54A3" w:rsidRDefault="009E54A3" w:rsidP="009E54A3">
      <w:pPr>
        <w:ind w:left="3540" w:firstLine="708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9E54A3">
        <w:rPr>
          <w:rFonts w:ascii="Calibri" w:eastAsia="Calibri" w:hAnsi="Calibri" w:cs="Times New Roman"/>
          <w:sz w:val="20"/>
          <w:szCs w:val="20"/>
        </w:rPr>
        <w:t>Data i podpis upoważnionego przedstawiciela Oferenta</w:t>
      </w:r>
    </w:p>
    <w:p w:rsidR="00262F04" w:rsidRPr="00856B37" w:rsidRDefault="00262F04" w:rsidP="009E54A3"/>
    <w:sectPr w:rsidR="00262F04" w:rsidRPr="00856B37" w:rsidSect="00326DD8">
      <w:headerReference w:type="default" r:id="rId7"/>
      <w:footerReference w:type="default" r:id="rId8"/>
      <w:pgSz w:w="11906" w:h="16838"/>
      <w:pgMar w:top="2801" w:right="1417" w:bottom="1985" w:left="1417" w:header="426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5FD1" w:rsidRDefault="004D5FD1" w:rsidP="00471991">
      <w:pPr>
        <w:spacing w:after="0" w:line="240" w:lineRule="auto"/>
      </w:pPr>
      <w:r>
        <w:separator/>
      </w:r>
    </w:p>
  </w:endnote>
  <w:endnote w:type="continuationSeparator" w:id="0">
    <w:p w:rsidR="004D5FD1" w:rsidRDefault="004D5FD1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031E" w:rsidRDefault="004D5FD1" w:rsidP="006C7E02">
    <w:pPr>
      <w:pStyle w:val="Stopka"/>
    </w:pPr>
    <w:r>
      <w:rPr>
        <w:noProof/>
      </w:rPr>
      <w:pict>
        <v:rect id="_x0000_i1025" alt="" style="width:453.6pt;height:.05pt;mso-width-percent:0;mso-height-percent:0;mso-width-percent:0;mso-height-percent:0" o:hralign="center" o:bullet="t" o:hrstd="t" o:hr="t" fillcolor="#a0a0a0" stroked="f"/>
      </w:pict>
    </w:r>
  </w:p>
  <w:p w:rsidR="006C7E02" w:rsidRPr="006C7E02" w:rsidRDefault="006C7E02" w:rsidP="006C7E02">
    <w:pPr>
      <w:pStyle w:val="Stopka"/>
      <w:rPr>
        <w:sz w:val="8"/>
        <w:szCs w:val="8"/>
      </w:rPr>
    </w:pPr>
  </w:p>
  <w:p w:rsidR="001219BD" w:rsidRDefault="001219BD" w:rsidP="001219BD">
    <w:pPr>
      <w:pStyle w:val="Stopka"/>
      <w:rPr>
        <w:color w:val="808080" w:themeColor="background1" w:themeShade="80"/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74C299E" wp14:editId="6FE57634">
          <wp:simplePos x="0" y="0"/>
          <wp:positionH relativeFrom="column">
            <wp:posOffset>4326255</wp:posOffset>
          </wp:positionH>
          <wp:positionV relativeFrom="paragraph">
            <wp:posOffset>37465</wp:posOffset>
          </wp:positionV>
          <wp:extent cx="1438275" cy="304165"/>
          <wp:effectExtent l="0" t="0" r="0" b="635"/>
          <wp:wrapSquare wrapText="bothSides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272BA">
      <w:rPr>
        <w:color w:val="808080" w:themeColor="background1" w:themeShade="80"/>
        <w:sz w:val="20"/>
      </w:rPr>
      <w:t>ElectroTile</w:t>
    </w:r>
    <w:proofErr w:type="spellEnd"/>
    <w:r w:rsidRPr="00B272BA">
      <w:rPr>
        <w:color w:val="808080" w:themeColor="background1" w:themeShade="80"/>
        <w:sz w:val="20"/>
      </w:rPr>
      <w:t xml:space="preserve"> </w:t>
    </w:r>
    <w:r>
      <w:rPr>
        <w:color w:val="808080" w:themeColor="background1" w:themeShade="80"/>
        <w:sz w:val="20"/>
      </w:rPr>
      <w:t xml:space="preserve">Sp. </w:t>
    </w:r>
    <w:proofErr w:type="gramStart"/>
    <w:r>
      <w:rPr>
        <w:color w:val="808080" w:themeColor="background1" w:themeShade="80"/>
        <w:sz w:val="20"/>
      </w:rPr>
      <w:t>z o.o. ,</w:t>
    </w:r>
    <w:proofErr w:type="gramEnd"/>
    <w:r>
      <w:rPr>
        <w:color w:val="808080" w:themeColor="background1" w:themeShade="80"/>
        <w:sz w:val="20"/>
      </w:rPr>
      <w:t xml:space="preserve"> ul. Puławska 427</w:t>
    </w:r>
    <w:r w:rsidRPr="00B272BA">
      <w:rPr>
        <w:color w:val="808080" w:themeColor="background1" w:themeShade="80"/>
        <w:sz w:val="20"/>
      </w:rPr>
      <w:t>, 02-</w:t>
    </w:r>
    <w:r>
      <w:rPr>
        <w:color w:val="808080" w:themeColor="background1" w:themeShade="80"/>
        <w:sz w:val="20"/>
      </w:rPr>
      <w:t>801 Warszawa</w:t>
    </w:r>
  </w:p>
  <w:p w:rsidR="001219BD" w:rsidRPr="00B272BA" w:rsidRDefault="001219BD" w:rsidP="001219BD">
    <w:pPr>
      <w:pStyle w:val="Stopka"/>
      <w:tabs>
        <w:tab w:val="clear" w:pos="9072"/>
      </w:tabs>
      <w:rPr>
        <w:color w:val="808080" w:themeColor="background1" w:themeShade="80"/>
        <w:sz w:val="20"/>
      </w:rPr>
    </w:pPr>
  </w:p>
  <w:p w:rsidR="001219BD" w:rsidRPr="00A60B45" w:rsidRDefault="001219BD" w:rsidP="001219BD">
    <w:pPr>
      <w:pStyle w:val="Stopka"/>
      <w:tabs>
        <w:tab w:val="clear" w:pos="9072"/>
      </w:tabs>
    </w:pPr>
    <w:r w:rsidRPr="009431CE">
      <w:rPr>
        <w:color w:val="808080" w:themeColor="background1" w:themeShade="80"/>
        <w:sz w:val="20"/>
      </w:rPr>
      <w:t>Telephone: 606 814 361 | FAX: 22 3141410 | E-mail: oa@electrotile.com</w:t>
    </w:r>
  </w:p>
  <w:p w:rsidR="00471991" w:rsidRPr="001219BD" w:rsidRDefault="00471991" w:rsidP="006C7E02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5FD1" w:rsidRDefault="004D5FD1" w:rsidP="00471991">
      <w:pPr>
        <w:spacing w:after="0" w:line="240" w:lineRule="auto"/>
      </w:pPr>
      <w:r>
        <w:separator/>
      </w:r>
    </w:p>
  </w:footnote>
  <w:footnote w:type="continuationSeparator" w:id="0">
    <w:p w:rsidR="004D5FD1" w:rsidRDefault="004D5FD1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1991" w:rsidRDefault="001219BD" w:rsidP="00455431">
    <w:pPr>
      <w:rPr>
        <w:sz w:val="16"/>
        <w:szCs w:val="16"/>
      </w:rPr>
    </w:pPr>
    <w:r w:rsidRPr="00C84BF3">
      <w:rPr>
        <w:noProof/>
        <w:sz w:val="16"/>
        <w:szCs w:val="16"/>
      </w:rPr>
      <w:drawing>
        <wp:inline distT="0" distB="0" distL="0" distR="0" wp14:anchorId="5192B4E9" wp14:editId="04332424">
          <wp:extent cx="5760720" cy="521335"/>
          <wp:effectExtent l="0" t="0" r="5080" b="0"/>
          <wp:docPr id="1995211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2114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1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71991" w:rsidRDefault="00471991" w:rsidP="00471991">
    <w:pPr>
      <w:spacing w:after="0" w:line="240" w:lineRule="auto"/>
      <w:jc w:val="center"/>
      <w:rPr>
        <w:sz w:val="16"/>
        <w:szCs w:val="16"/>
      </w:rPr>
    </w:pPr>
    <w:r w:rsidRPr="00E829B3">
      <w:rPr>
        <w:sz w:val="16"/>
        <w:szCs w:val="16"/>
      </w:rPr>
      <w:t>Projekt współfinansowany z Europejskiego Funduszu Rozwoju Regionalnego</w:t>
    </w:r>
    <w:r>
      <w:rPr>
        <w:sz w:val="16"/>
        <w:szCs w:val="16"/>
      </w:rPr>
      <w:t xml:space="preserve"> </w:t>
    </w:r>
  </w:p>
  <w:p w:rsidR="00471991" w:rsidRDefault="00471991" w:rsidP="00471991">
    <w:pPr>
      <w:pStyle w:val="Stopka"/>
      <w:jc w:val="center"/>
    </w:pPr>
    <w:r w:rsidRPr="00E829B3">
      <w:rPr>
        <w:sz w:val="16"/>
        <w:szCs w:val="16"/>
      </w:rPr>
      <w:t xml:space="preserve">w ramach </w:t>
    </w:r>
    <w:r w:rsidR="001219BD">
      <w:rPr>
        <w:sz w:val="16"/>
        <w:szCs w:val="16"/>
      </w:rPr>
      <w:t>Pr</w:t>
    </w:r>
    <w:r w:rsidR="001219BD" w:rsidRPr="00C84BF3">
      <w:rPr>
        <w:sz w:val="16"/>
        <w:szCs w:val="16"/>
      </w:rPr>
      <w:t>ogramu Fundusze Europejskie dla Mazowsza 2021-2027</w:t>
    </w:r>
  </w:p>
  <w:p w:rsidR="00471991" w:rsidRDefault="00471991" w:rsidP="00337350">
    <w:pPr>
      <w:pStyle w:val="Nagwek"/>
      <w:pBdr>
        <w:bottom w:val="single" w:sz="4" w:space="1" w:color="BFBFBF" w:themeColor="background1" w:themeShade="BF"/>
      </w:pBdr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122" style="width:0;height:1.5pt" o:hralign="center" o:bullet="t" o:hrstd="t" o:hr="t" fillcolor="#a0a0a0" stroked="f"/>
    </w:pict>
  </w:numPicBullet>
  <w:abstractNum w:abstractNumId="0" w15:restartNumberingAfterBreak="0">
    <w:nsid w:val="07AF71D3"/>
    <w:multiLevelType w:val="hybridMultilevel"/>
    <w:tmpl w:val="E5268A32"/>
    <w:lvl w:ilvl="0" w:tplc="2716D4AE">
      <w:numFmt w:val="bullet"/>
      <w:lvlText w:val="•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1B2171"/>
    <w:multiLevelType w:val="hybridMultilevel"/>
    <w:tmpl w:val="AB8CB96A"/>
    <w:lvl w:ilvl="0" w:tplc="2716D4A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22776"/>
    <w:multiLevelType w:val="hybridMultilevel"/>
    <w:tmpl w:val="3FDA0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61DFE"/>
    <w:multiLevelType w:val="hybridMultilevel"/>
    <w:tmpl w:val="15781F32"/>
    <w:lvl w:ilvl="0" w:tplc="29B8E3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21E68"/>
    <w:multiLevelType w:val="hybridMultilevel"/>
    <w:tmpl w:val="79F07230"/>
    <w:lvl w:ilvl="0" w:tplc="58485A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E31AF"/>
    <w:multiLevelType w:val="hybridMultilevel"/>
    <w:tmpl w:val="9072E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0415E"/>
    <w:multiLevelType w:val="hybridMultilevel"/>
    <w:tmpl w:val="F24E49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9926162"/>
    <w:multiLevelType w:val="hybridMultilevel"/>
    <w:tmpl w:val="2C5E9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40187"/>
    <w:multiLevelType w:val="hybridMultilevel"/>
    <w:tmpl w:val="6D4C7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A5B50"/>
    <w:multiLevelType w:val="hybridMultilevel"/>
    <w:tmpl w:val="B9B62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495A42"/>
    <w:multiLevelType w:val="hybridMultilevel"/>
    <w:tmpl w:val="792AA4F4"/>
    <w:lvl w:ilvl="0" w:tplc="BBC650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93C5C"/>
    <w:multiLevelType w:val="hybridMultilevel"/>
    <w:tmpl w:val="9EB2AFBA"/>
    <w:lvl w:ilvl="0" w:tplc="6B5C27F8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90259013">
    <w:abstractNumId w:val="4"/>
  </w:num>
  <w:num w:numId="2" w16cid:durableId="1004362275">
    <w:abstractNumId w:val="9"/>
  </w:num>
  <w:num w:numId="3" w16cid:durableId="848831515">
    <w:abstractNumId w:val="7"/>
  </w:num>
  <w:num w:numId="4" w16cid:durableId="97331036">
    <w:abstractNumId w:val="11"/>
  </w:num>
  <w:num w:numId="5" w16cid:durableId="633220847">
    <w:abstractNumId w:val="2"/>
  </w:num>
  <w:num w:numId="6" w16cid:durableId="1670326744">
    <w:abstractNumId w:val="1"/>
  </w:num>
  <w:num w:numId="7" w16cid:durableId="366685141">
    <w:abstractNumId w:val="6"/>
  </w:num>
  <w:num w:numId="8" w16cid:durableId="1209296453">
    <w:abstractNumId w:val="8"/>
  </w:num>
  <w:num w:numId="9" w16cid:durableId="1615819242">
    <w:abstractNumId w:val="5"/>
  </w:num>
  <w:num w:numId="10" w16cid:durableId="1837843913">
    <w:abstractNumId w:val="10"/>
  </w:num>
  <w:num w:numId="11" w16cid:durableId="454565064">
    <w:abstractNumId w:val="3"/>
  </w:num>
  <w:num w:numId="12" w16cid:durableId="804279299">
    <w:abstractNumId w:val="12"/>
  </w:num>
  <w:num w:numId="13" w16cid:durableId="994605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DE8"/>
    <w:rsid w:val="0000111A"/>
    <w:rsid w:val="00001D3F"/>
    <w:rsid w:val="00011737"/>
    <w:rsid w:val="000213FD"/>
    <w:rsid w:val="00023C7E"/>
    <w:rsid w:val="000266B6"/>
    <w:rsid w:val="000462A5"/>
    <w:rsid w:val="000A1341"/>
    <w:rsid w:val="00116761"/>
    <w:rsid w:val="001219BD"/>
    <w:rsid w:val="00123420"/>
    <w:rsid w:val="00132F2E"/>
    <w:rsid w:val="001364E3"/>
    <w:rsid w:val="00161C57"/>
    <w:rsid w:val="00162CDC"/>
    <w:rsid w:val="0016319C"/>
    <w:rsid w:val="0017270F"/>
    <w:rsid w:val="00192231"/>
    <w:rsid w:val="001B1B0D"/>
    <w:rsid w:val="001F071C"/>
    <w:rsid w:val="00261314"/>
    <w:rsid w:val="00262F04"/>
    <w:rsid w:val="00264F54"/>
    <w:rsid w:val="00305188"/>
    <w:rsid w:val="00305C56"/>
    <w:rsid w:val="00306A0D"/>
    <w:rsid w:val="003101E3"/>
    <w:rsid w:val="00312A3C"/>
    <w:rsid w:val="00321D4B"/>
    <w:rsid w:val="00326DD8"/>
    <w:rsid w:val="00337350"/>
    <w:rsid w:val="00344822"/>
    <w:rsid w:val="0035063F"/>
    <w:rsid w:val="0036542C"/>
    <w:rsid w:val="003744A5"/>
    <w:rsid w:val="00381C34"/>
    <w:rsid w:val="003A46E0"/>
    <w:rsid w:val="003E4A13"/>
    <w:rsid w:val="003E7495"/>
    <w:rsid w:val="00403E8B"/>
    <w:rsid w:val="00407A3F"/>
    <w:rsid w:val="00407D70"/>
    <w:rsid w:val="0041706F"/>
    <w:rsid w:val="00417F6D"/>
    <w:rsid w:val="00454DE2"/>
    <w:rsid w:val="00455431"/>
    <w:rsid w:val="00471991"/>
    <w:rsid w:val="0047709E"/>
    <w:rsid w:val="00494654"/>
    <w:rsid w:val="004A0A54"/>
    <w:rsid w:val="004A112C"/>
    <w:rsid w:val="004A6009"/>
    <w:rsid w:val="004D5FD1"/>
    <w:rsid w:val="004E662F"/>
    <w:rsid w:val="004F031E"/>
    <w:rsid w:val="00500D66"/>
    <w:rsid w:val="00506146"/>
    <w:rsid w:val="00511B0F"/>
    <w:rsid w:val="005140D3"/>
    <w:rsid w:val="00530713"/>
    <w:rsid w:val="005320E8"/>
    <w:rsid w:val="0053397D"/>
    <w:rsid w:val="005426D7"/>
    <w:rsid w:val="00543559"/>
    <w:rsid w:val="00551544"/>
    <w:rsid w:val="005646E8"/>
    <w:rsid w:val="00565A9F"/>
    <w:rsid w:val="005850B4"/>
    <w:rsid w:val="005A1A8A"/>
    <w:rsid w:val="005B4A85"/>
    <w:rsid w:val="005B604D"/>
    <w:rsid w:val="005C1544"/>
    <w:rsid w:val="005D1E1F"/>
    <w:rsid w:val="005D7E7A"/>
    <w:rsid w:val="005E3344"/>
    <w:rsid w:val="005F3E7B"/>
    <w:rsid w:val="0060348F"/>
    <w:rsid w:val="00603C10"/>
    <w:rsid w:val="006348DA"/>
    <w:rsid w:val="006431CA"/>
    <w:rsid w:val="00663A7F"/>
    <w:rsid w:val="00681527"/>
    <w:rsid w:val="006C7E02"/>
    <w:rsid w:val="006D5601"/>
    <w:rsid w:val="006E02D8"/>
    <w:rsid w:val="006E3ECC"/>
    <w:rsid w:val="006F0E7D"/>
    <w:rsid w:val="007069E2"/>
    <w:rsid w:val="00706A1F"/>
    <w:rsid w:val="00710B88"/>
    <w:rsid w:val="00730B80"/>
    <w:rsid w:val="00733E49"/>
    <w:rsid w:val="0076559D"/>
    <w:rsid w:val="007668B0"/>
    <w:rsid w:val="007743C2"/>
    <w:rsid w:val="00775C41"/>
    <w:rsid w:val="00777B1F"/>
    <w:rsid w:val="00787265"/>
    <w:rsid w:val="00791391"/>
    <w:rsid w:val="00795ED1"/>
    <w:rsid w:val="007A775C"/>
    <w:rsid w:val="007C4AA1"/>
    <w:rsid w:val="007E2CDD"/>
    <w:rsid w:val="007E351C"/>
    <w:rsid w:val="008102CB"/>
    <w:rsid w:val="008113C0"/>
    <w:rsid w:val="00815CE7"/>
    <w:rsid w:val="0084052F"/>
    <w:rsid w:val="00850459"/>
    <w:rsid w:val="00856B37"/>
    <w:rsid w:val="0087278E"/>
    <w:rsid w:val="0088521F"/>
    <w:rsid w:val="00890846"/>
    <w:rsid w:val="00896331"/>
    <w:rsid w:val="008977A8"/>
    <w:rsid w:val="008C112C"/>
    <w:rsid w:val="008E3368"/>
    <w:rsid w:val="008E6479"/>
    <w:rsid w:val="009274FC"/>
    <w:rsid w:val="009534B3"/>
    <w:rsid w:val="009544F4"/>
    <w:rsid w:val="00974BE4"/>
    <w:rsid w:val="009774C0"/>
    <w:rsid w:val="00992B70"/>
    <w:rsid w:val="00992CCC"/>
    <w:rsid w:val="00994E4D"/>
    <w:rsid w:val="009B3730"/>
    <w:rsid w:val="009B6636"/>
    <w:rsid w:val="009D0C3C"/>
    <w:rsid w:val="009D5E51"/>
    <w:rsid w:val="009D745F"/>
    <w:rsid w:val="009E0072"/>
    <w:rsid w:val="009E54A3"/>
    <w:rsid w:val="009F6CF0"/>
    <w:rsid w:val="00A10834"/>
    <w:rsid w:val="00A17639"/>
    <w:rsid w:val="00A41D0B"/>
    <w:rsid w:val="00A5360C"/>
    <w:rsid w:val="00A72FE4"/>
    <w:rsid w:val="00AA2A3F"/>
    <w:rsid w:val="00AE0EF1"/>
    <w:rsid w:val="00AE5D2D"/>
    <w:rsid w:val="00B2723B"/>
    <w:rsid w:val="00B272BA"/>
    <w:rsid w:val="00B43DE8"/>
    <w:rsid w:val="00B473C4"/>
    <w:rsid w:val="00B5603A"/>
    <w:rsid w:val="00B57CAE"/>
    <w:rsid w:val="00B70635"/>
    <w:rsid w:val="00B7430E"/>
    <w:rsid w:val="00B86D81"/>
    <w:rsid w:val="00BA22DC"/>
    <w:rsid w:val="00BA368C"/>
    <w:rsid w:val="00BB126A"/>
    <w:rsid w:val="00BB427B"/>
    <w:rsid w:val="00BC72BF"/>
    <w:rsid w:val="00BD13D6"/>
    <w:rsid w:val="00BE33DA"/>
    <w:rsid w:val="00C14E68"/>
    <w:rsid w:val="00C354D6"/>
    <w:rsid w:val="00C356E0"/>
    <w:rsid w:val="00C514E1"/>
    <w:rsid w:val="00C62081"/>
    <w:rsid w:val="00C64E30"/>
    <w:rsid w:val="00C73726"/>
    <w:rsid w:val="00C8109C"/>
    <w:rsid w:val="00C93A6D"/>
    <w:rsid w:val="00CB2918"/>
    <w:rsid w:val="00CC7A08"/>
    <w:rsid w:val="00CE1439"/>
    <w:rsid w:val="00CE7A1D"/>
    <w:rsid w:val="00D06A43"/>
    <w:rsid w:val="00D12449"/>
    <w:rsid w:val="00D160A2"/>
    <w:rsid w:val="00D1620C"/>
    <w:rsid w:val="00D4754C"/>
    <w:rsid w:val="00D74A8A"/>
    <w:rsid w:val="00D93867"/>
    <w:rsid w:val="00DA4D43"/>
    <w:rsid w:val="00DA7674"/>
    <w:rsid w:val="00DB37CA"/>
    <w:rsid w:val="00DF4185"/>
    <w:rsid w:val="00DF7C57"/>
    <w:rsid w:val="00E171FD"/>
    <w:rsid w:val="00E31722"/>
    <w:rsid w:val="00E35142"/>
    <w:rsid w:val="00E36A76"/>
    <w:rsid w:val="00E445E7"/>
    <w:rsid w:val="00E453A8"/>
    <w:rsid w:val="00E6185F"/>
    <w:rsid w:val="00E6681B"/>
    <w:rsid w:val="00E96B5B"/>
    <w:rsid w:val="00EC2272"/>
    <w:rsid w:val="00ED00E4"/>
    <w:rsid w:val="00EE287A"/>
    <w:rsid w:val="00F23004"/>
    <w:rsid w:val="00F35064"/>
    <w:rsid w:val="00F37C5D"/>
    <w:rsid w:val="00F52A2F"/>
    <w:rsid w:val="00F65D29"/>
    <w:rsid w:val="00F964AE"/>
    <w:rsid w:val="00FA2F00"/>
    <w:rsid w:val="00FA5BB5"/>
    <w:rsid w:val="00FA71EE"/>
    <w:rsid w:val="00FD75E7"/>
    <w:rsid w:val="00FE1644"/>
    <w:rsid w:val="00FE66C8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2639B"/>
  <w15:docId w15:val="{797DFDC3-0A16-41A9-974B-458B8FA4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3514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E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1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Enovio Office</cp:lastModifiedBy>
  <cp:revision>3</cp:revision>
  <cp:lastPrinted>2018-05-30T12:04:00Z</cp:lastPrinted>
  <dcterms:created xsi:type="dcterms:W3CDTF">2026-02-04T10:51:00Z</dcterms:created>
  <dcterms:modified xsi:type="dcterms:W3CDTF">2026-02-04T10:56:00Z</dcterms:modified>
</cp:coreProperties>
</file>